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463DF" w14:textId="77777777" w:rsidR="00BB2902" w:rsidRPr="00922369" w:rsidRDefault="00922369" w:rsidP="004B4AE9">
      <w:pPr>
        <w:pStyle w:val="Ttulo"/>
        <w:ind w:firstLine="0"/>
        <w:rPr>
          <w:lang w:val="pt-BR"/>
        </w:rPr>
      </w:pPr>
      <w:commentRangeStart w:id="0"/>
      <w:r w:rsidRPr="00922369">
        <w:rPr>
          <w:lang w:val="pt-BR"/>
        </w:rPr>
        <w:t>Título do Paper: subtítulo do paper em at</w:t>
      </w:r>
      <w:r>
        <w:rPr>
          <w:lang w:val="pt-BR"/>
        </w:rPr>
        <w:t>é duas linhas</w:t>
      </w:r>
      <w:commentRangeEnd w:id="0"/>
      <w:r w:rsidR="00F262F0">
        <w:rPr>
          <w:rStyle w:val="Refdecomentrio"/>
          <w:rFonts w:ascii="Times" w:hAnsi="Times"/>
          <w:b w:val="0"/>
          <w:kern w:val="0"/>
          <w:lang w:val="en-GB"/>
        </w:rPr>
        <w:commentReference w:id="0"/>
      </w:r>
    </w:p>
    <w:p w14:paraId="7D781C4D" w14:textId="77777777" w:rsidR="00BB2902" w:rsidRPr="00922369" w:rsidRDefault="00BB2902" w:rsidP="004B4AE9">
      <w:pPr>
        <w:ind w:firstLine="0"/>
        <w:rPr>
          <w:lang w:val="pt-BR"/>
        </w:rPr>
        <w:sectPr w:rsidR="00BB2902" w:rsidRPr="00922369" w:rsidSect="00AD1108">
          <w:type w:val="continuous"/>
          <w:pgSz w:w="12240" w:h="15840" w:code="1"/>
          <w:pgMar w:top="1247" w:right="1077" w:bottom="1440" w:left="1077" w:header="720" w:footer="720" w:gutter="0"/>
          <w:cols w:space="720"/>
          <w:docGrid w:linePitch="360"/>
        </w:sectPr>
      </w:pPr>
    </w:p>
    <w:p w14:paraId="03E2C252" w14:textId="77777777" w:rsidR="00BB2902" w:rsidRPr="00922369" w:rsidRDefault="00BB2902" w:rsidP="004B4AE9">
      <w:pPr>
        <w:ind w:firstLine="0"/>
        <w:rPr>
          <w:lang w:val="pt-BR"/>
        </w:rPr>
      </w:pPr>
    </w:p>
    <w:p w14:paraId="2D457013" w14:textId="2E899A0B" w:rsidR="00BB2902" w:rsidRDefault="00AD1108" w:rsidP="004B4AE9">
      <w:pPr>
        <w:pStyle w:val="AuthorInformation"/>
        <w:spacing w:after="0"/>
        <w:ind w:firstLine="0"/>
        <w:rPr>
          <w:lang w:val="pt-BR"/>
        </w:rPr>
      </w:pPr>
      <w:commentRangeStart w:id="1"/>
      <w:r w:rsidRPr="00AD1108">
        <w:rPr>
          <w:lang w:val="pt-BR"/>
        </w:rPr>
        <w:t>Primeiro Autor Nome</w:t>
      </w:r>
      <w:commentRangeEnd w:id="1"/>
      <w:r w:rsidR="00F262F0">
        <w:rPr>
          <w:rStyle w:val="Refdecomentrio"/>
          <w:rFonts w:ascii="Times" w:hAnsi="Times"/>
          <w:lang w:val="en-GB"/>
        </w:rPr>
        <w:commentReference w:id="1"/>
      </w:r>
      <w:r w:rsidRPr="00AD1108">
        <w:rPr>
          <w:vertAlign w:val="superscript"/>
          <w:lang w:val="pt-BR"/>
        </w:rPr>
        <w:t>1</w:t>
      </w:r>
      <w:commentRangeStart w:id="2"/>
      <w:r w:rsidR="00477967">
        <w:rPr>
          <w:vertAlign w:val="superscript"/>
          <w:lang w:val="pt-BR"/>
        </w:rPr>
        <w:t>*</w:t>
      </w:r>
      <w:commentRangeEnd w:id="2"/>
      <w:r w:rsidR="00477967">
        <w:rPr>
          <w:rStyle w:val="Refdecomentrio"/>
          <w:rFonts w:ascii="Times" w:hAnsi="Times"/>
          <w:lang w:val="en-GB"/>
        </w:rPr>
        <w:commentReference w:id="2"/>
      </w:r>
      <w:r w:rsidRPr="00AD1108">
        <w:rPr>
          <w:lang w:val="pt-BR"/>
        </w:rPr>
        <w:tab/>
      </w:r>
      <w:r w:rsidRPr="00AD1108">
        <w:rPr>
          <w:lang w:val="pt-BR"/>
        </w:rPr>
        <w:tab/>
        <w:t>Segundo Autor Nome</w:t>
      </w:r>
      <w:commentRangeStart w:id="3"/>
      <w:r w:rsidRPr="00AD1108">
        <w:rPr>
          <w:vertAlign w:val="superscript"/>
          <w:lang w:val="pt-BR"/>
        </w:rPr>
        <w:t>2</w:t>
      </w:r>
      <w:commentRangeEnd w:id="3"/>
      <w:r w:rsidR="00F262F0">
        <w:rPr>
          <w:rStyle w:val="Refdecomentrio"/>
          <w:rFonts w:ascii="Times" w:hAnsi="Times"/>
          <w:lang w:val="en-GB"/>
        </w:rPr>
        <w:commentReference w:id="3"/>
      </w:r>
      <w:r w:rsidRPr="00AD1108">
        <w:rPr>
          <w:lang w:val="pt-BR"/>
        </w:rPr>
        <w:tab/>
      </w:r>
      <w:r w:rsidRPr="00AD1108">
        <w:rPr>
          <w:lang w:val="pt-BR"/>
        </w:rPr>
        <w:tab/>
      </w:r>
      <w:r>
        <w:rPr>
          <w:lang w:val="pt-BR"/>
        </w:rPr>
        <w:t>Terceiro Autor Nome</w:t>
      </w:r>
      <w:r w:rsidRPr="00AD1108">
        <w:rPr>
          <w:vertAlign w:val="superscript"/>
          <w:lang w:val="pt-BR"/>
        </w:rPr>
        <w:t>3</w:t>
      </w:r>
    </w:p>
    <w:p w14:paraId="5BE949CA" w14:textId="77777777" w:rsidR="00AD1108" w:rsidRDefault="00AD1108" w:rsidP="004B4AE9">
      <w:pPr>
        <w:pStyle w:val="AuthorInformation"/>
        <w:ind w:firstLine="0"/>
        <w:rPr>
          <w:lang w:val="pt-BR"/>
        </w:rPr>
      </w:pPr>
      <w:r>
        <w:rPr>
          <w:lang w:val="pt-BR"/>
        </w:rPr>
        <w:t>Quarto</w:t>
      </w:r>
      <w:r w:rsidRPr="00AD1108">
        <w:rPr>
          <w:lang w:val="pt-BR"/>
        </w:rPr>
        <w:t xml:space="preserve"> Autor Nome</w:t>
      </w:r>
      <w:r w:rsidRPr="00AD1108">
        <w:rPr>
          <w:vertAlign w:val="superscript"/>
          <w:lang w:val="pt-BR"/>
        </w:rPr>
        <w:t>4</w:t>
      </w:r>
      <w:r w:rsidRPr="00AD1108">
        <w:rPr>
          <w:lang w:val="pt-BR"/>
        </w:rPr>
        <w:tab/>
      </w:r>
      <w:r>
        <w:rPr>
          <w:lang w:val="pt-BR"/>
        </w:rPr>
        <w:t>Quinto Autor Nome</w:t>
      </w:r>
      <w:r w:rsidRPr="00AD1108">
        <w:rPr>
          <w:vertAlign w:val="superscript"/>
          <w:lang w:val="pt-BR"/>
        </w:rPr>
        <w:t>5</w:t>
      </w:r>
    </w:p>
    <w:p w14:paraId="1FC0AFC3" w14:textId="77777777" w:rsidR="00AD1108" w:rsidRPr="00AD1108" w:rsidRDefault="00AD1108" w:rsidP="004B4AE9">
      <w:pPr>
        <w:pStyle w:val="AuthorInformation"/>
        <w:spacing w:before="0" w:after="0"/>
        <w:ind w:firstLine="0"/>
        <w:rPr>
          <w:lang w:val="pt-BR"/>
        </w:rPr>
      </w:pPr>
    </w:p>
    <w:p w14:paraId="3E239C77" w14:textId="77777777" w:rsidR="00BB2902" w:rsidRPr="00AD1108" w:rsidRDefault="00BB2902" w:rsidP="004B4AE9">
      <w:pPr>
        <w:pStyle w:val="Affiliation"/>
        <w:ind w:firstLine="0"/>
        <w:rPr>
          <w:lang w:val="pt-BR"/>
        </w:rPr>
      </w:pPr>
      <w:r w:rsidRPr="00AD1108">
        <w:rPr>
          <w:lang w:val="pt-BR"/>
        </w:rPr>
        <w:t>Organiza</w:t>
      </w:r>
      <w:r w:rsidR="00AD1108" w:rsidRPr="00AD1108">
        <w:rPr>
          <w:lang w:val="pt-BR"/>
        </w:rPr>
        <w:t xml:space="preserve">ção </w:t>
      </w:r>
      <w:r w:rsidRPr="00AD1108">
        <w:rPr>
          <w:lang w:val="pt-BR"/>
        </w:rPr>
        <w:t>o</w:t>
      </w:r>
      <w:r w:rsidR="00AD1108" w:rsidRPr="00AD1108">
        <w:rPr>
          <w:lang w:val="pt-BR"/>
        </w:rPr>
        <w:t>u</w:t>
      </w:r>
      <w:r w:rsidRPr="00AD1108">
        <w:rPr>
          <w:lang w:val="pt-BR"/>
        </w:rPr>
        <w:t xml:space="preserve"> </w:t>
      </w:r>
      <w:r w:rsidR="00AD1108" w:rsidRPr="00AD1108">
        <w:rPr>
          <w:lang w:val="pt-BR"/>
        </w:rPr>
        <w:t>Universidade</w:t>
      </w:r>
      <w:r w:rsidR="00AD1108" w:rsidRPr="00AD1108">
        <w:rPr>
          <w:vertAlign w:val="superscript"/>
          <w:lang w:val="pt-BR"/>
        </w:rPr>
        <w:t>1</w:t>
      </w:r>
    </w:p>
    <w:p w14:paraId="773645C9" w14:textId="77777777" w:rsidR="00AD1108" w:rsidRPr="00AD1108" w:rsidRDefault="00AD1108" w:rsidP="004B4AE9">
      <w:pPr>
        <w:pStyle w:val="Affiliation"/>
        <w:ind w:firstLine="0"/>
        <w:rPr>
          <w:lang w:val="pt-BR"/>
        </w:rPr>
      </w:pPr>
      <w:r w:rsidRPr="00AD1108">
        <w:rPr>
          <w:lang w:val="pt-BR"/>
        </w:rPr>
        <w:t>Organização ou Universidade</w:t>
      </w:r>
      <w:r w:rsidRPr="00AD1108">
        <w:rPr>
          <w:vertAlign w:val="superscript"/>
          <w:lang w:val="pt-BR"/>
        </w:rPr>
        <w:t>2</w:t>
      </w:r>
    </w:p>
    <w:p w14:paraId="782037F0" w14:textId="77777777" w:rsidR="00AD1108" w:rsidRPr="00AD1108" w:rsidRDefault="00AD1108" w:rsidP="004B4AE9">
      <w:pPr>
        <w:pStyle w:val="Affiliation"/>
        <w:ind w:firstLine="0"/>
        <w:rPr>
          <w:lang w:val="pt-BR"/>
        </w:rPr>
      </w:pPr>
      <w:r w:rsidRPr="00AD1108">
        <w:rPr>
          <w:lang w:val="pt-BR"/>
        </w:rPr>
        <w:t>Organização ou Universidade</w:t>
      </w:r>
      <w:r w:rsidRPr="00AD1108">
        <w:rPr>
          <w:vertAlign w:val="superscript"/>
          <w:lang w:val="pt-BR"/>
        </w:rPr>
        <w:t>3</w:t>
      </w:r>
    </w:p>
    <w:p w14:paraId="070EDF36" w14:textId="77777777" w:rsidR="00AD1108" w:rsidRPr="00AD1108" w:rsidRDefault="00AD1108" w:rsidP="004B4AE9">
      <w:pPr>
        <w:pStyle w:val="Affiliation"/>
        <w:ind w:firstLine="0"/>
        <w:rPr>
          <w:lang w:val="pt-BR"/>
        </w:rPr>
      </w:pPr>
      <w:r w:rsidRPr="00AD1108">
        <w:rPr>
          <w:lang w:val="pt-BR"/>
        </w:rPr>
        <w:t>Organização ou Universidade</w:t>
      </w:r>
      <w:r w:rsidRPr="00AD1108">
        <w:rPr>
          <w:vertAlign w:val="superscript"/>
          <w:lang w:val="pt-BR"/>
        </w:rPr>
        <w:t>4</w:t>
      </w:r>
    </w:p>
    <w:p w14:paraId="6095D92E" w14:textId="77777777" w:rsidR="00AD1108" w:rsidRPr="0024372E" w:rsidRDefault="00AD1108" w:rsidP="004B4AE9">
      <w:pPr>
        <w:pStyle w:val="Affiliation"/>
        <w:ind w:firstLine="0"/>
        <w:rPr>
          <w:lang w:val="pt-BR"/>
        </w:rPr>
      </w:pPr>
      <w:r w:rsidRPr="00AD1108">
        <w:rPr>
          <w:lang w:val="pt-BR"/>
        </w:rPr>
        <w:t>Organização ou Universidade</w:t>
      </w:r>
      <w:r w:rsidRPr="00AD1108">
        <w:rPr>
          <w:vertAlign w:val="superscript"/>
          <w:lang w:val="pt-BR"/>
        </w:rPr>
        <w:t>5</w:t>
      </w:r>
      <w:r w:rsidR="004B4AE9">
        <w:rPr>
          <w:vertAlign w:val="superscript"/>
          <w:lang w:val="pt-BR"/>
        </w:rPr>
        <w:t xml:space="preserve"> </w:t>
      </w:r>
    </w:p>
    <w:p w14:paraId="6FB9AD3F" w14:textId="77777777" w:rsidR="004B4AE9" w:rsidRDefault="0024372E" w:rsidP="0024372E">
      <w:pPr>
        <w:pStyle w:val="Affiliation"/>
        <w:ind w:firstLine="0"/>
        <w:rPr>
          <w:lang w:val="pt-BR"/>
        </w:rPr>
      </w:pPr>
      <w:commentRangeStart w:id="4"/>
      <w:r>
        <w:rPr>
          <w:noProof/>
        </w:rPr>
        <w:pict w14:anchorId="28F305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34pt;margin-top:229.65pt;width:2in;height:95.8pt;z-index:-1;mso-position-horizontal-relative:page;mso-position-vertical-relative:page" o:allowoverlap="f">
            <v:imagedata r:id="rId9" o:title="paulista1891"/>
            <w10:wrap type="topAndBottom" anchorx="page" anchory="margin"/>
          </v:shape>
        </w:pict>
      </w:r>
      <w:commentRangeEnd w:id="4"/>
      <w:r w:rsidR="00F262F0">
        <w:rPr>
          <w:rStyle w:val="Refdecomentrio"/>
          <w:rFonts w:ascii="Times" w:hAnsi="Times"/>
          <w:lang w:val="en-GB"/>
        </w:rPr>
        <w:commentReference w:id="4"/>
      </w:r>
    </w:p>
    <w:p w14:paraId="41384D89" w14:textId="77777777" w:rsidR="004B4AE9" w:rsidRPr="004A1F7B" w:rsidRDefault="004B4AE9" w:rsidP="00246E5B">
      <w:pPr>
        <w:pStyle w:val="FigureCaption"/>
        <w:rPr>
          <w:lang w:val="pt-BR"/>
        </w:rPr>
      </w:pPr>
      <w:r w:rsidRPr="004A1F7B">
        <w:rPr>
          <w:lang w:val="pt-BR"/>
        </w:rPr>
        <w:t>Exemplo de ilustração</w:t>
      </w:r>
      <w:r w:rsidR="004A1F7B">
        <w:rPr>
          <w:lang w:val="pt-BR"/>
        </w:rPr>
        <w:t>. A l</w:t>
      </w:r>
      <w:r w:rsidR="004A1F7B" w:rsidRPr="004A1F7B">
        <w:rPr>
          <w:lang w:val="pt-BR"/>
        </w:rPr>
        <w:t>argura pode ocupar toda a p</w:t>
      </w:r>
      <w:r w:rsidR="004A1F7B">
        <w:rPr>
          <w:lang w:val="pt-BR"/>
        </w:rPr>
        <w:t xml:space="preserve">ágina. A altura não deve exceder 5 cm. </w:t>
      </w:r>
    </w:p>
    <w:p w14:paraId="28036028" w14:textId="77777777" w:rsidR="0024372E" w:rsidRPr="004B4AE9" w:rsidRDefault="0024372E" w:rsidP="004B4AE9">
      <w:pPr>
        <w:pStyle w:val="Affiliation"/>
        <w:ind w:firstLine="0"/>
        <w:rPr>
          <w:lang w:val="pt-BR"/>
        </w:rPr>
      </w:pPr>
    </w:p>
    <w:p w14:paraId="248C9AC7" w14:textId="77777777" w:rsidR="00AD1108" w:rsidRPr="00AD1108" w:rsidRDefault="00AD1108" w:rsidP="00C52E75">
      <w:pPr>
        <w:pStyle w:val="Affiliation"/>
        <w:rPr>
          <w:lang w:val="pt-BR"/>
        </w:rPr>
      </w:pPr>
    </w:p>
    <w:p w14:paraId="411A7944" w14:textId="77777777" w:rsidR="00C52E75" w:rsidRPr="00AD1108" w:rsidRDefault="00C52E75">
      <w:pPr>
        <w:rPr>
          <w:lang w:val="pt-BR"/>
        </w:rPr>
        <w:sectPr w:rsidR="00C52E75" w:rsidRPr="00AD1108">
          <w:type w:val="continuous"/>
          <w:pgSz w:w="12240" w:h="15840" w:code="1"/>
          <w:pgMar w:top="1080" w:right="1080" w:bottom="1440" w:left="1080" w:header="720" w:footer="720" w:gutter="0"/>
          <w:cols w:space="720"/>
          <w:docGrid w:linePitch="360"/>
        </w:sectPr>
      </w:pPr>
    </w:p>
    <w:p w14:paraId="2FAB0FA7" w14:textId="77777777" w:rsidR="00C52E75" w:rsidRPr="004A1F7B" w:rsidRDefault="00AD1108" w:rsidP="0024372E">
      <w:pPr>
        <w:pStyle w:val="Abstract"/>
        <w:rPr>
          <w:lang w:val="pt-BR"/>
        </w:rPr>
      </w:pPr>
      <w:commentRangeStart w:id="5"/>
      <w:r w:rsidRPr="004A1F7B">
        <w:rPr>
          <w:lang w:val="pt-BR"/>
        </w:rPr>
        <w:lastRenderedPageBreak/>
        <w:t>Resumo</w:t>
      </w:r>
      <w:commentRangeEnd w:id="5"/>
      <w:r w:rsidR="00F262F0">
        <w:rPr>
          <w:rStyle w:val="Refdecomentrio"/>
          <w:rFonts w:ascii="Times" w:hAnsi="Times"/>
          <w:b w:val="0"/>
          <w:smallCaps w:val="0"/>
          <w:kern w:val="0"/>
          <w:lang w:val="en-GB"/>
        </w:rPr>
        <w:commentReference w:id="5"/>
      </w:r>
    </w:p>
    <w:p w14:paraId="50844D5D" w14:textId="77777777" w:rsidR="00C52E75" w:rsidRDefault="00C52E75" w:rsidP="00C52E75">
      <w:pPr>
        <w:pStyle w:val="BodyNoIndent"/>
        <w:rPr>
          <w:lang w:val="pt-BR"/>
        </w:rPr>
      </w:pPr>
      <w:r w:rsidRPr="004A1F7B">
        <w:rPr>
          <w:lang w:val="pt-BR"/>
        </w:rPr>
        <w:t>Lorem ipsum dolor sit amet, consectetuer adipiscing elit, sed diam nonummy nibh euismod tincidunt ut laoreet dol</w:t>
      </w:r>
      <w:r>
        <w:t xml:space="preserve">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7E98BE80" w14:textId="77777777" w:rsidR="00C52E75" w:rsidRPr="00FA1C86" w:rsidRDefault="00AD1108" w:rsidP="004A1F7B">
      <w:pPr>
        <w:pStyle w:val="IndexTerms"/>
        <w:spacing w:before="120"/>
      </w:pPr>
      <w:commentRangeStart w:id="6"/>
      <w:r>
        <w:rPr>
          <w:b/>
        </w:rPr>
        <w:t>Palavras-chave</w:t>
      </w:r>
      <w:r w:rsidR="00C52E75">
        <w:t xml:space="preserve">: </w:t>
      </w:r>
      <w:r w:rsidR="00F262F0">
        <w:t>r</w:t>
      </w:r>
      <w:r w:rsidR="00C52E75" w:rsidRPr="00C044D3">
        <w:t>adiosity, global illumination, constant time.</w:t>
      </w:r>
      <w:commentRangeEnd w:id="6"/>
      <w:r w:rsidR="00F262F0">
        <w:rPr>
          <w:rStyle w:val="Refdecomentrio"/>
          <w:kern w:val="0"/>
          <w:lang w:val="en-GB"/>
        </w:rPr>
        <w:commentReference w:id="6"/>
      </w:r>
    </w:p>
    <w:p w14:paraId="44D12CE9" w14:textId="77777777" w:rsidR="00C52E75" w:rsidRPr="007D0943" w:rsidRDefault="00C52E75" w:rsidP="00C52E75">
      <w:pPr>
        <w:pStyle w:val="Ttulo1"/>
      </w:pPr>
      <w:commentRangeStart w:id="7"/>
      <w:r>
        <w:t>Introdu</w:t>
      </w:r>
      <w:r w:rsidR="00902784">
        <w:t>ção</w:t>
      </w:r>
      <w:commentRangeEnd w:id="7"/>
      <w:r w:rsidR="00F262F0">
        <w:rPr>
          <w:rStyle w:val="Refdecomentrio"/>
          <w:rFonts w:ascii="Times" w:hAnsi="Times"/>
          <w:b w:val="0"/>
          <w:smallCaps w:val="0"/>
          <w:kern w:val="0"/>
          <w:lang w:val="en-GB"/>
        </w:rPr>
        <w:commentReference w:id="7"/>
      </w:r>
    </w:p>
    <w:p w14:paraId="27B4BC97" w14:textId="77777777" w:rsidR="00C52E75" w:rsidRPr="00AD1108" w:rsidRDefault="00C52E75" w:rsidP="00C52E75">
      <w:pPr>
        <w:pStyle w:val="BodyNoIndent"/>
        <w:rPr>
          <w:lang w:val="pt-BR"/>
        </w:rPr>
      </w:pPr>
      <w:commentRangeStart w:id="8"/>
      <w:r>
        <w:t xml:space="preserve">Lorem ipsum dolor sit amet, consectetuer adipiscing elit, sed diam nonummy nibh euismod tincidunt ut laoreet dolore magna aliquam erat volutpat. </w:t>
      </w:r>
      <w:commentRangeEnd w:id="8"/>
      <w:r w:rsidR="00F262F0">
        <w:rPr>
          <w:rStyle w:val="Refdecomentrio"/>
          <w:lang w:val="en-GB"/>
        </w:rPr>
        <w:commentReference w:id="8"/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 xml:space="preserve">ation ullamcorper suscipit lobortis nisl ut aliquip ex ea commodo consequat </w:t>
      </w:r>
      <w:commentRangeStart w:id="9"/>
      <w:r>
        <w:fldChar w:fldCharType="begin"/>
      </w:r>
      <w:r w:rsidRPr="00AD1108">
        <w:rPr>
          <w:lang w:val="pt-BR"/>
        </w:rPr>
        <w:instrText xml:space="preserve"> REF _Ref6979508 \r </w:instrText>
      </w:r>
      <w:r>
        <w:fldChar w:fldCharType="separate"/>
      </w:r>
      <w:r w:rsidR="00F262F0">
        <w:rPr>
          <w:lang w:val="pt-BR"/>
        </w:rPr>
        <w:t>[1]</w:t>
      </w:r>
      <w:r>
        <w:fldChar w:fldCharType="end"/>
      </w:r>
      <w:commentRangeEnd w:id="9"/>
      <w:r w:rsidR="00477967">
        <w:rPr>
          <w:rStyle w:val="Refdecomentrio"/>
          <w:lang w:val="en-GB"/>
        </w:rPr>
        <w:commentReference w:id="9"/>
      </w:r>
      <w:r w:rsidRPr="00AD1108">
        <w:rPr>
          <w:lang w:val="pt-BR"/>
        </w:rPr>
        <w:t>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5BB3AD71" w14:textId="77777777" w:rsidR="00C52E75" w:rsidRPr="00477967" w:rsidRDefault="0024372E">
      <w:pPr>
        <w:pStyle w:val="Body"/>
      </w:pPr>
      <w:commentRangeStart w:id="10"/>
      <w:r w:rsidRPr="00477967">
        <w:pict w14:anchorId="0E15931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691.3pt;width:243pt;height:29.45pt;z-index:1;mso-position-vertical-relative:page" stroked="f">
            <v:textbox style="mso-next-textbox:#_x0000_s1026">
              <w:txbxContent>
                <w:p w14:paraId="097C69DD" w14:textId="77777777" w:rsidR="00C52E75" w:rsidRPr="00FE5AC1" w:rsidRDefault="00FE5AC1" w:rsidP="004A1F7B">
                  <w:pPr>
                    <w:pBdr>
                      <w:top w:val="single" w:sz="4" w:space="4" w:color="auto"/>
                    </w:pBdr>
                    <w:spacing w:before="120"/>
                    <w:ind w:firstLine="0"/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>*e-mail: nome.sobrenome@dominio.com</w:t>
                  </w:r>
                </w:p>
              </w:txbxContent>
            </v:textbox>
            <w10:wrap type="topAndBottom" anchory="page"/>
          </v:shape>
        </w:pict>
      </w:r>
      <w:r w:rsidR="00C52E75" w:rsidRPr="00477967">
        <w:t>Lorem ipsum dolor sit amet, consectetuer adipiscing elit, sed diam nonummy nibh euismod tincidunt ut laoreet dolore magna aliquam erat volutpat. Ut wisi enim ad minim veniam, quis nostrud exercit</w:t>
      </w:r>
      <w:r w:rsidR="00C52E75" w:rsidRPr="00477967">
        <w:softHyphen/>
        <w:t xml:space="preserve">ation ullamcorper suscipit lobortis nisl ut aliquip ex ea commodo consequat. Duis autem vel eum iriure dolor in hendrerit in vulpu-tate velit esse molestie consequat, vel illum dolore eu feugiat nulla facilisis at vero eros et accumsan et iusto </w:t>
      </w:r>
      <w:commentRangeEnd w:id="10"/>
      <w:r w:rsidR="00477967">
        <w:rPr>
          <w:rStyle w:val="Refdecomentrio"/>
          <w:lang w:val="en-GB"/>
        </w:rPr>
        <w:lastRenderedPageBreak/>
        <w:commentReference w:id="10"/>
      </w:r>
      <w:r w:rsidR="00C52E75" w:rsidRPr="00477967">
        <w:t>odio dignissim qui blan-dit praesent luptatum zzril delenit augue duis dolore te feugait nulla facilisi.</w:t>
      </w:r>
    </w:p>
    <w:p w14:paraId="1711B7EC" w14:textId="77777777" w:rsidR="00C52E75" w:rsidRPr="00AD1108" w:rsidRDefault="00C52E75">
      <w:pPr>
        <w:pStyle w:val="Body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1DC9937B" w14:textId="77777777" w:rsidR="00C52E75" w:rsidRDefault="00902784">
      <w:pPr>
        <w:pStyle w:val="Ttulo1"/>
      </w:pPr>
      <w:r>
        <w:t>T</w:t>
      </w:r>
      <w:r w:rsidR="00C52E75">
        <w:t>eor</w:t>
      </w:r>
      <w:r>
        <w:t>ia</w:t>
      </w:r>
    </w:p>
    <w:p w14:paraId="592B98BE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 </w:t>
      </w:r>
      <w:commentRangeStart w:id="11"/>
      <w:r>
        <w:fldChar w:fldCharType="begin"/>
      </w:r>
      <w:r>
        <w:instrText xml:space="preserve"> REF _Ref6979519 \r </w:instrText>
      </w:r>
      <w:r>
        <w:fldChar w:fldCharType="separate"/>
      </w:r>
      <w:r w:rsidR="00F262F0">
        <w:t>[2]</w:t>
      </w:r>
      <w:r>
        <w:fldChar w:fldCharType="end"/>
      </w:r>
      <w:r>
        <w:fldChar w:fldCharType="begin"/>
      </w:r>
      <w:r>
        <w:instrText xml:space="preserve"> REF _Ref6979522 \r </w:instrText>
      </w:r>
      <w:r>
        <w:fldChar w:fldCharType="separate"/>
      </w:r>
      <w:r w:rsidR="00F262F0">
        <w:t>[3]</w:t>
      </w:r>
      <w:r>
        <w:fldChar w:fldCharType="end"/>
      </w:r>
      <w:commentRangeEnd w:id="11"/>
      <w:r w:rsidR="00477967">
        <w:rPr>
          <w:rStyle w:val="Refdecomentrio"/>
          <w:lang w:val="en-GB"/>
        </w:rPr>
        <w:commentReference w:id="11"/>
      </w:r>
      <w:r>
        <w:t xml:space="preserve">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788FA0AA" w14:textId="77777777" w:rsidR="00C52E75" w:rsidRDefault="00C52E75">
      <w:pPr>
        <w:pStyle w:val="Ttulo2"/>
      </w:pPr>
      <w:commentRangeStart w:id="12"/>
      <w:r>
        <w:t>Subse</w:t>
      </w:r>
      <w:r w:rsidR="00902784">
        <w:t>ção Um</w:t>
      </w:r>
      <w:commentRangeEnd w:id="12"/>
      <w:r w:rsidR="00477967">
        <w:rPr>
          <w:rStyle w:val="Refdecomentrio"/>
          <w:rFonts w:ascii="Times" w:hAnsi="Times"/>
          <w:b w:val="0"/>
          <w:lang w:val="en-GB"/>
        </w:rPr>
        <w:commentReference w:id="12"/>
      </w:r>
    </w:p>
    <w:p w14:paraId="39138C53" w14:textId="77777777" w:rsidR="00C52E75" w:rsidRPr="00FE5AC1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 xml:space="preserve">ation ullamcorper suscipit lobortis nisl ut aliquip ex ea commodo consequat. </w:t>
      </w:r>
      <w:r w:rsidRPr="00FE5AC1">
        <w:rPr>
          <w:lang w:val="pt-BR"/>
        </w:rPr>
        <w:t>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3DFB1BA7" w14:textId="77777777" w:rsidR="00C52E75" w:rsidRPr="00FE5AC1" w:rsidRDefault="00C52E75">
      <w:pPr>
        <w:rPr>
          <w:lang w:val="pt-BR"/>
        </w:rPr>
      </w:pPr>
    </w:p>
    <w:p w14:paraId="6560A4CA" w14:textId="77777777" w:rsidR="00C52E75" w:rsidRDefault="00C52E75">
      <w:r>
        <w:pict w14:anchorId="6CB80116">
          <v:shape id="_x0000_i1025" type="#_x0000_t75" style="width:198.75pt;height:146.25pt">
            <v:imagedata r:id="rId10" o:title="sampleimage"/>
          </v:shape>
        </w:pict>
      </w:r>
    </w:p>
    <w:p w14:paraId="479ED264" w14:textId="77777777" w:rsidR="00C52E75" w:rsidRPr="00477967" w:rsidRDefault="00246E5B" w:rsidP="00246E5B">
      <w:pPr>
        <w:pStyle w:val="FigureCaption"/>
        <w:rPr>
          <w:lang w:val="pt-BR"/>
        </w:rPr>
      </w:pPr>
      <w:commentRangeStart w:id="13"/>
      <w:r w:rsidRPr="00477967">
        <w:rPr>
          <w:lang w:val="pt-BR"/>
        </w:rPr>
        <w:t>Duas caixas. Uma cheia de confete</w:t>
      </w:r>
      <w:commentRangeEnd w:id="13"/>
      <w:r w:rsidR="00477967">
        <w:rPr>
          <w:rStyle w:val="Refdecomentrio"/>
          <w:rFonts w:ascii="Times" w:hAnsi="Times"/>
          <w:lang w:val="en-GB"/>
        </w:rPr>
        <w:commentReference w:id="13"/>
      </w:r>
      <w:r w:rsidRPr="00477967">
        <w:rPr>
          <w:lang w:val="pt-BR"/>
        </w:rPr>
        <w:t>.</w:t>
      </w:r>
    </w:p>
    <w:p w14:paraId="32FA2D95" w14:textId="77777777" w:rsidR="00C52E75" w:rsidRDefault="00C52E75">
      <w:pPr>
        <w:pStyle w:val="Ttulo2"/>
      </w:pPr>
      <w:r>
        <w:t>S</w:t>
      </w:r>
      <w:r w:rsidR="00902784">
        <w:t>ubseção Dois</w:t>
      </w:r>
    </w:p>
    <w:p w14:paraId="42B36C25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78489810" w14:textId="77777777" w:rsidR="00C52E75" w:rsidRPr="00AD1108" w:rsidRDefault="00C52E75">
      <w:pPr>
        <w:pStyle w:val="Body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13FE88BD" w14:textId="77777777" w:rsidR="00C52E75" w:rsidRDefault="00C52E75">
      <w:pPr>
        <w:pStyle w:val="Ttulo1"/>
      </w:pPr>
      <w:r>
        <w:t>Discuss</w:t>
      </w:r>
      <w:r w:rsidR="00902784">
        <w:t>ão</w:t>
      </w:r>
    </w:p>
    <w:p w14:paraId="26D075EE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2648F8F0" w14:textId="77777777" w:rsidR="00902784" w:rsidRDefault="00902784" w:rsidP="00902784">
      <w:pPr>
        <w:pStyle w:val="Ttulo2"/>
      </w:pPr>
      <w:r>
        <w:t>Subseção Um</w:t>
      </w:r>
    </w:p>
    <w:p w14:paraId="5882E1FB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30244F5F" w14:textId="77777777" w:rsidR="00C52E75" w:rsidRDefault="00C52E75">
      <w:pPr>
        <w:pStyle w:val="Body"/>
        <w:rPr>
          <w:lang w:val="pt-BR"/>
        </w:rPr>
      </w:pPr>
      <w:r w:rsidRPr="007946E6">
        <w:rPr>
          <w:lang w:val="pt-BR"/>
        </w:rPr>
        <w:t>Lorem ipsum dolor sit amet, consectetuer adipiscing elit, sed diam nonummy nibh euismod tincidunt ut laoreet dolore magna aliquam erat volutpat. Ut wisi enim ad minim veniam, quis nostrud exercit</w:t>
      </w:r>
      <w:r w:rsidRPr="007946E6">
        <w:rPr>
          <w:lang w:val="pt-BR"/>
        </w:rPr>
        <w:softHyphen/>
        <w:t xml:space="preserve">ation ullamcorper suscipit lobortis nisl ut aliquip </w:t>
      </w:r>
      <w:r w:rsidR="007946E6" w:rsidRPr="007946E6">
        <w:rPr>
          <w:lang w:val="pt-BR"/>
        </w:rPr>
        <w:t xml:space="preserve">ex ea commodo consequat. </w:t>
      </w:r>
      <w:r w:rsidR="007946E6" w:rsidRPr="00246E5B">
        <w:rPr>
          <w:lang w:val="pt-BR"/>
        </w:rPr>
        <w:t xml:space="preserve">Duis autem vel eum iriure dolor in hendrerit in vulpu-tate velit esse molestie consequat, vel illum </w:t>
      </w:r>
      <w:r w:rsidR="007946E6" w:rsidRPr="00246E5B">
        <w:rPr>
          <w:lang w:val="pt-BR"/>
        </w:rPr>
        <w:lastRenderedPageBreak/>
        <w:t>dolore eu feugiat nulla facilisis at vero eros et accumsan et iusto odio dignissim</w:t>
      </w:r>
      <w:r w:rsidR="00246E5B" w:rsidRPr="00246E5B">
        <w:rPr>
          <w:lang w:val="pt-BR"/>
        </w:rPr>
        <w:t>.</w:t>
      </w:r>
      <w:r w:rsidR="00246E5B">
        <w:rPr>
          <w:lang w:val="pt-BR"/>
        </w:rPr>
        <w:t xml:space="preserve"> Conforme mostra a função </w:t>
      </w:r>
      <w:commentRangeStart w:id="14"/>
      <w:r w:rsidR="00246E5B">
        <w:rPr>
          <w:lang w:val="pt-BR"/>
        </w:rPr>
        <w:t>(1),</w:t>
      </w:r>
      <w:r w:rsidR="007946E6" w:rsidRPr="00246E5B">
        <w:rPr>
          <w:lang w:val="pt-BR"/>
        </w:rPr>
        <w:t xml:space="preserve"> </w:t>
      </w:r>
      <w:commentRangeEnd w:id="14"/>
      <w:r w:rsidR="00477967">
        <w:rPr>
          <w:rStyle w:val="Refdecomentrio"/>
          <w:lang w:val="en-GB"/>
        </w:rPr>
        <w:commentReference w:id="14"/>
      </w:r>
      <w:r w:rsidR="007946E6" w:rsidRPr="00246E5B">
        <w:rPr>
          <w:lang w:val="pt-BR"/>
        </w:rPr>
        <w:t>qui blan-dit praesent luptatum zzril delenit augue duis dolore te feugait nulla facilisi.</w:t>
      </w:r>
    </w:p>
    <w:p w14:paraId="7C05CCA5" w14:textId="77777777" w:rsidR="00246E5B" w:rsidRPr="007946E6" w:rsidRDefault="00246E5B">
      <w:pPr>
        <w:pStyle w:val="Body"/>
        <w:rPr>
          <w:lang w:val="pt-BR"/>
        </w:rPr>
      </w:pPr>
    </w:p>
    <w:tbl>
      <w:tblPr>
        <w:tblW w:w="0" w:type="auto"/>
        <w:tblLook w:val="00B0" w:firstRow="1" w:lastRow="0" w:firstColumn="1" w:lastColumn="0" w:noHBand="0" w:noVBand="0"/>
      </w:tblPr>
      <w:tblGrid>
        <w:gridCol w:w="4248"/>
        <w:gridCol w:w="763"/>
      </w:tblGrid>
      <w:tr w:rsidR="00C52E75" w14:paraId="05EA0306" w14:textId="77777777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4248" w:type="dxa"/>
            <w:vAlign w:val="center"/>
          </w:tcPr>
          <w:p w14:paraId="0588CDAE" w14:textId="77777777" w:rsidR="00C52E75" w:rsidRDefault="00246E5B" w:rsidP="00246E5B">
            <w:pPr>
              <w:pStyle w:val="Body"/>
              <w:spacing w:line="240" w:lineRule="auto"/>
              <w:jc w:val="center"/>
              <w:rPr>
                <w:lang w:bidi="ar-SA"/>
              </w:rPr>
            </w:pPr>
            <w:r>
              <w:rPr>
                <w:position w:val="-32"/>
                <w:lang w:bidi="ar-SA"/>
              </w:rPr>
              <w:object w:dxaOrig="999" w:dyaOrig="760" w14:anchorId="6A0EAA3E">
                <v:shape id="_x0000_i1026" type="#_x0000_t75" style="width:50.25pt;height:38.25pt" o:ole="">
                  <v:imagedata r:id="rId11" o:title=""/>
                </v:shape>
                <o:OLEObject Type="Embed" ProgID="Equation.3" ShapeID="_x0000_i1026" DrawAspect="Content" ObjectID="_1523709884" r:id="rId12"/>
              </w:object>
            </w:r>
          </w:p>
        </w:tc>
        <w:tc>
          <w:tcPr>
            <w:tcW w:w="763" w:type="dxa"/>
            <w:vAlign w:val="center"/>
          </w:tcPr>
          <w:p w14:paraId="6C4749E0" w14:textId="77777777" w:rsidR="00C52E75" w:rsidRDefault="00C52E75">
            <w:pPr>
              <w:pStyle w:val="Body"/>
              <w:jc w:val="right"/>
              <w:rPr>
                <w:lang w:bidi="ar-SA"/>
              </w:rPr>
            </w:pPr>
            <w:r>
              <w:rPr>
                <w:lang w:bidi="ar-SA"/>
              </w:rPr>
              <w:t>(1)</w:t>
            </w:r>
          </w:p>
        </w:tc>
      </w:tr>
    </w:tbl>
    <w:p w14:paraId="7D82BF57" w14:textId="77777777" w:rsidR="00902784" w:rsidRDefault="00246E5B" w:rsidP="00902784">
      <w:pPr>
        <w:pStyle w:val="Ttulo2"/>
      </w:pPr>
      <w:r>
        <w:t>S</w:t>
      </w:r>
      <w:r w:rsidR="00902784">
        <w:t>ubseção Dois</w:t>
      </w:r>
    </w:p>
    <w:p w14:paraId="1BF3555C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611E5B80" w14:textId="77777777" w:rsidR="00C52E75" w:rsidRDefault="00C52E75">
      <w:pPr>
        <w:pStyle w:val="Ttulo3"/>
      </w:pPr>
      <w:commentRangeStart w:id="15"/>
      <w:r>
        <w:t>Subse</w:t>
      </w:r>
      <w:r w:rsidR="007946E6">
        <w:t>ção Um</w:t>
      </w:r>
      <w:commentRangeEnd w:id="15"/>
      <w:r w:rsidR="00ED4504">
        <w:rPr>
          <w:rStyle w:val="Refdecomentrio"/>
          <w:rFonts w:ascii="Times" w:hAnsi="Times"/>
          <w:lang w:val="en-GB"/>
        </w:rPr>
        <w:commentReference w:id="15"/>
      </w:r>
    </w:p>
    <w:p w14:paraId="64A9165D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45CBD7F5" w14:textId="77777777" w:rsidR="00C52E75" w:rsidRDefault="00C52E75">
      <w:pPr>
        <w:pStyle w:val="Ttulo3"/>
      </w:pPr>
      <w:r>
        <w:t>Subse</w:t>
      </w:r>
      <w:r w:rsidR="007946E6">
        <w:t>ção Dois</w:t>
      </w:r>
    </w:p>
    <w:p w14:paraId="3828BA9B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0D8B95AB" w14:textId="77777777" w:rsidR="00C52E75" w:rsidRPr="00AD1108" w:rsidRDefault="00C52E75">
      <w:pPr>
        <w:pStyle w:val="Body"/>
        <w:rPr>
          <w:b/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3EF96DEE" w14:textId="77777777" w:rsidR="00C52E75" w:rsidRDefault="00C52E75">
      <w:pPr>
        <w:pStyle w:val="Ttulo1"/>
      </w:pPr>
      <w:r>
        <w:t>Conclu</w:t>
      </w:r>
      <w:r w:rsidR="007946E6">
        <w:t>são</w:t>
      </w:r>
    </w:p>
    <w:p w14:paraId="01FB0EC5" w14:textId="77777777" w:rsidR="00C52E75" w:rsidRPr="00AD1108" w:rsidRDefault="00C52E75" w:rsidP="00C52E75">
      <w:pPr>
        <w:pStyle w:val="BodyNoIndent"/>
        <w:rPr>
          <w:lang w:val="pt-BR"/>
        </w:rPr>
      </w:pPr>
      <w:r>
        <w:t xml:space="preserve">Lorem ipsum dolor sit amet, consectetuer adipiscing elit, sed diam nonummy nibh euismod tincidunt ut laoreet dolore magna 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14:paraId="17723DBD" w14:textId="77777777" w:rsidR="00C52E75" w:rsidRPr="007946E6" w:rsidRDefault="00C52E75">
      <w:pPr>
        <w:pStyle w:val="Body"/>
        <w:rPr>
          <w:lang w:val="pt-BR"/>
        </w:rPr>
      </w:pPr>
      <w:r>
        <w:t xml:space="preserve">Lorem ipsum dolor sit amet, consectetuer adipiscing elit, sed diam nonummy nibh euismod tincidunt ut laoreet dolore magna </w:t>
      </w:r>
      <w:r>
        <w:lastRenderedPageBreak/>
        <w:t xml:space="preserve">aliquam erat volutpat. </w:t>
      </w:r>
      <w:r w:rsidRPr="00AD1108">
        <w:rPr>
          <w:lang w:val="pt-BR"/>
        </w:rPr>
        <w:t>Ut wisi enim ad minim veniam, quis nostrud exercit</w:t>
      </w:r>
      <w:r w:rsidRPr="00AD1108">
        <w:rPr>
          <w:lang w:val="pt-BR"/>
        </w:rPr>
        <w:softHyphen/>
        <w:t xml:space="preserve">ation ullamcorper suscipit lobortis nisl ut aliquip ex ea commodo consequat. </w:t>
      </w:r>
      <w:r w:rsidRPr="007946E6">
        <w:rPr>
          <w:lang w:val="pt-BR"/>
        </w:rPr>
        <w:t>Duis autem vel eum iriure dolor in hendrerit in vulpu-tate velit esse molestie consequat.</w:t>
      </w:r>
    </w:p>
    <w:p w14:paraId="14B7288C" w14:textId="77777777" w:rsidR="00C52E75" w:rsidRPr="007946E6" w:rsidRDefault="00C52E75">
      <w:pPr>
        <w:pStyle w:val="ReferenceTitle"/>
        <w:rPr>
          <w:lang w:val="pt-BR"/>
        </w:rPr>
      </w:pPr>
      <w:commentRangeStart w:id="17"/>
      <w:r w:rsidRPr="007946E6">
        <w:rPr>
          <w:lang w:val="pt-BR"/>
        </w:rPr>
        <w:t>Refer</w:t>
      </w:r>
      <w:r w:rsidR="007946E6" w:rsidRPr="007946E6">
        <w:rPr>
          <w:lang w:val="pt-BR"/>
        </w:rPr>
        <w:t>ê</w:t>
      </w:r>
      <w:r w:rsidRPr="007946E6">
        <w:rPr>
          <w:lang w:val="pt-BR"/>
        </w:rPr>
        <w:t>nc</w:t>
      </w:r>
      <w:r w:rsidR="007946E6" w:rsidRPr="007946E6">
        <w:rPr>
          <w:lang w:val="pt-BR"/>
        </w:rPr>
        <w:t>ias</w:t>
      </w:r>
      <w:commentRangeEnd w:id="17"/>
      <w:r w:rsidR="00ED4504">
        <w:rPr>
          <w:rStyle w:val="Refdecomentrio"/>
          <w:rFonts w:ascii="Times" w:hAnsi="Times"/>
          <w:b w:val="0"/>
          <w:smallCaps w:val="0"/>
          <w:kern w:val="0"/>
          <w:lang w:val="en-GB"/>
        </w:rPr>
        <w:commentReference w:id="17"/>
      </w:r>
    </w:p>
    <w:p w14:paraId="519B45C5" w14:textId="77777777" w:rsidR="00C52E75" w:rsidRDefault="00C52E75">
      <w:pPr>
        <w:pStyle w:val="Reference"/>
      </w:pPr>
      <w:bookmarkStart w:id="18" w:name="_Ref6979508"/>
      <w:commentRangeStart w:id="19"/>
      <w:r>
        <w:t xml:space="preserve">J. Allebach. Binary display of images when spot size exceeds step size. </w:t>
      </w:r>
      <w:r>
        <w:rPr>
          <w:i/>
        </w:rPr>
        <w:t>Applied Optics</w:t>
      </w:r>
      <w:r>
        <w:t>, 15:2513–2519, August 1980.</w:t>
      </w:r>
      <w:bookmarkEnd w:id="18"/>
    </w:p>
    <w:p w14:paraId="4CD07846" w14:textId="77777777" w:rsidR="00C52E75" w:rsidRDefault="00C52E75">
      <w:pPr>
        <w:pStyle w:val="Reference"/>
      </w:pPr>
      <w:bookmarkStart w:id="20" w:name="_Ref6979519"/>
      <w:r>
        <w:t xml:space="preserve">E. Catmull. A tutorial on compensation tables. In </w:t>
      </w:r>
      <w:r>
        <w:rPr>
          <w:i/>
        </w:rPr>
        <w:t>Computer Graphics</w:t>
      </w:r>
      <w:r>
        <w:t>, volume 13, pages 1–7. ACM SIGGRAPH, 1979.</w:t>
      </w:r>
      <w:bookmarkEnd w:id="20"/>
    </w:p>
    <w:p w14:paraId="74A2E9DF" w14:textId="77777777" w:rsidR="00C52E75" w:rsidRDefault="00C52E75">
      <w:pPr>
        <w:pStyle w:val="Reference"/>
      </w:pPr>
      <w:bookmarkStart w:id="21" w:name="_Ref6979522"/>
      <w:r>
        <w:t xml:space="preserve">Peter Litwinowicz and Lance Williams. Animating images with drawings. In Andrew Glassner, editor, </w:t>
      </w:r>
      <w:r>
        <w:rPr>
          <w:i/>
        </w:rPr>
        <w:t>Proceedings of SIGGRAPH ’94</w:t>
      </w:r>
      <w:r>
        <w:t xml:space="preserve"> (Orlando, Florida, July 24–29, 1994),Com- puter Graphics Proceedings, Annual Conference Series, pages 409–412. ACM SIGGRAPH, ACM Press, July 1994.</w:t>
      </w:r>
      <w:bookmarkEnd w:id="21"/>
      <w:commentRangeEnd w:id="19"/>
      <w:r w:rsidR="00ED4504">
        <w:rPr>
          <w:rStyle w:val="Refdecomentrio"/>
          <w:lang w:val="en-GB"/>
        </w:rPr>
        <w:commentReference w:id="19"/>
      </w:r>
    </w:p>
    <w:sectPr w:rsidR="00C52E75">
      <w:type w:val="continuous"/>
      <w:pgSz w:w="12240" w:h="15840" w:code="1"/>
      <w:pgMar w:top="1080" w:right="1080" w:bottom="1440" w:left="1080" w:header="720" w:footer="720" w:gutter="0"/>
      <w:cols w:num="2" w:space="47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celo Simao de Vasconcellos" w:date="2016-05-02T15:30:00Z" w:initials="MSdV">
    <w:p w14:paraId="454E664E" w14:textId="77777777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F262F0">
        <w:rPr>
          <w:lang w:val="pt-BR"/>
        </w:rPr>
        <w:t xml:space="preserve">Caso haja subtítulo, precedê-lo de dois pontos. </w:t>
      </w:r>
      <w:r>
        <w:rPr>
          <w:lang w:val="pt-BR"/>
        </w:rPr>
        <w:t>Título e subtítulo devem caber em até duas linhas.</w:t>
      </w:r>
    </w:p>
  </w:comment>
  <w:comment w:id="1" w:author="Marcelo Simao de Vasconcellos" w:date="2016-05-02T15:31:00Z" w:initials="MSdV">
    <w:p w14:paraId="6BB7A5E2" w14:textId="71DF39C0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F262F0">
        <w:rPr>
          <w:lang w:val="pt-BR"/>
        </w:rPr>
        <w:t xml:space="preserve">Nomes dos autores devem ficar equidistantes entre si. </w:t>
      </w:r>
      <w:r w:rsidR="00156F26">
        <w:rPr>
          <w:lang w:val="pt-BR"/>
        </w:rPr>
        <w:t>Inclua a</w:t>
      </w:r>
      <w:r>
        <w:rPr>
          <w:lang w:val="pt-BR"/>
        </w:rPr>
        <w:t>té três nomes por linha. Caso haja mais nomes, divid</w:t>
      </w:r>
      <w:r w:rsidR="00156F26">
        <w:rPr>
          <w:lang w:val="pt-BR"/>
        </w:rPr>
        <w:t>a</w:t>
      </w:r>
      <w:r>
        <w:rPr>
          <w:lang w:val="pt-BR"/>
        </w:rPr>
        <w:t>-os nas linhas posteriores.</w:t>
      </w:r>
    </w:p>
  </w:comment>
  <w:comment w:id="2" w:author="Marcelo Simao de Vasconcellos" w:date="2016-05-02T15:47:00Z" w:initials="MSdV">
    <w:p w14:paraId="6FE76F6F" w14:textId="0C3F51BF" w:rsidR="00477967" w:rsidRPr="00477967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477967">
        <w:rPr>
          <w:lang w:val="pt-BR"/>
        </w:rPr>
        <w:t xml:space="preserve">Um dos autores do trabalho deve </w:t>
      </w:r>
      <w:r>
        <w:rPr>
          <w:lang w:val="pt-BR"/>
        </w:rPr>
        <w:t xml:space="preserve">incluir seu contato. Para indicá-lo, inclua um asterisco depois do nome. No rodapé da primeira página inclua o email deste autor. </w:t>
      </w:r>
    </w:p>
  </w:comment>
  <w:comment w:id="3" w:author="Marcelo Simao de Vasconcellos" w:date="2016-05-02T15:33:00Z" w:initials="MSdV">
    <w:p w14:paraId="7F63D059" w14:textId="77777777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F262F0">
        <w:rPr>
          <w:lang w:val="pt-BR"/>
        </w:rPr>
        <w:t>Use algarismos sobrescritos para relacionar autores a instituiç</w:t>
      </w:r>
      <w:r>
        <w:rPr>
          <w:lang w:val="pt-BR"/>
        </w:rPr>
        <w:t>ões. Caso todos os autores sejam da mesma insitituição, não há necessidade de inclusão de algarismos.</w:t>
      </w:r>
    </w:p>
  </w:comment>
  <w:comment w:id="4" w:author="Marcelo Simao de Vasconcellos" w:date="2016-05-02T15:37:00Z" w:initials="MSdV">
    <w:p w14:paraId="333CF346" w14:textId="7DE8E499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="00156F26">
        <w:rPr>
          <w:lang w:val="pt-BR"/>
        </w:rPr>
        <w:t>I</w:t>
      </w:r>
      <w:r w:rsidRPr="00F262F0">
        <w:rPr>
          <w:lang w:val="pt-BR"/>
        </w:rPr>
        <w:t>magem é opcional</w:t>
      </w:r>
      <w:r>
        <w:rPr>
          <w:lang w:val="pt-BR"/>
        </w:rPr>
        <w:t xml:space="preserve">. </w:t>
      </w:r>
      <w:r>
        <w:rPr>
          <w:lang w:val="pt-BR"/>
        </w:rPr>
        <w:t>A l</w:t>
      </w:r>
      <w:r w:rsidRPr="004A1F7B">
        <w:rPr>
          <w:lang w:val="pt-BR"/>
        </w:rPr>
        <w:t>argura pode ocupar toda a p</w:t>
      </w:r>
      <w:r>
        <w:rPr>
          <w:lang w:val="pt-BR"/>
        </w:rPr>
        <w:t>ágina</w:t>
      </w:r>
      <w:r w:rsidR="00156F26">
        <w:rPr>
          <w:lang w:val="pt-BR"/>
        </w:rPr>
        <w:t xml:space="preserve"> até as margens</w:t>
      </w:r>
      <w:r>
        <w:rPr>
          <w:lang w:val="pt-BR"/>
        </w:rPr>
        <w:t>. A altura não deve exceder 5 cm.</w:t>
      </w:r>
      <w:r>
        <w:rPr>
          <w:lang w:val="pt-BR"/>
        </w:rPr>
        <w:t xml:space="preserve"> A imagem deve ter resolução mínima de 200 dpi.</w:t>
      </w:r>
    </w:p>
  </w:comment>
  <w:comment w:id="5" w:author="Marcelo Simao de Vasconcellos" w:date="2016-05-02T15:38:00Z" w:initials="MSdV">
    <w:p w14:paraId="444D9188" w14:textId="77777777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F262F0">
        <w:rPr>
          <w:lang w:val="pt-BR"/>
        </w:rPr>
        <w:t>Estilo: Abstract</w:t>
      </w:r>
    </w:p>
    <w:p w14:paraId="6ED4E4B9" w14:textId="77777777" w:rsidR="00F262F0" w:rsidRPr="00F262F0" w:rsidRDefault="00F262F0">
      <w:pPr>
        <w:pStyle w:val="Textodecomentrio"/>
        <w:rPr>
          <w:lang w:val="pt-BR"/>
        </w:rPr>
      </w:pPr>
      <w:r w:rsidRPr="00F262F0">
        <w:rPr>
          <w:lang w:val="pt-BR"/>
        </w:rPr>
        <w:t xml:space="preserve">Deve estar em </w:t>
      </w:r>
      <w:r w:rsidRPr="00F262F0">
        <w:rPr>
          <w:b/>
          <w:smallCaps/>
          <w:lang w:val="pt-BR"/>
        </w:rPr>
        <w:t>Versalete</w:t>
      </w:r>
      <w:r>
        <w:rPr>
          <w:lang w:val="pt-BR"/>
        </w:rPr>
        <w:t>.</w:t>
      </w:r>
    </w:p>
  </w:comment>
  <w:comment w:id="6" w:author="Marcelo Simao de Vasconcellos" w:date="2016-05-02T15:39:00Z" w:initials="MSdV">
    <w:p w14:paraId="785770A2" w14:textId="77777777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F262F0">
        <w:rPr>
          <w:lang w:val="pt-BR"/>
        </w:rPr>
        <w:t xml:space="preserve">Não separar sílabas nas palavras-chave. </w:t>
      </w:r>
      <w:r>
        <w:rPr>
          <w:lang w:val="pt-BR"/>
        </w:rPr>
        <w:t>Não usar letras maíusculas.</w:t>
      </w:r>
    </w:p>
  </w:comment>
  <w:comment w:id="7" w:author="Marcelo Simao de Vasconcellos" w:date="2016-05-02T15:40:00Z" w:initials="MSdV">
    <w:p w14:paraId="4D88F88D" w14:textId="77777777" w:rsidR="00F262F0" w:rsidRPr="00F262F0" w:rsidRDefault="00F262F0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F262F0">
        <w:rPr>
          <w:lang w:val="pt-BR"/>
        </w:rPr>
        <w:t>Estilo: Título 1</w:t>
      </w:r>
    </w:p>
    <w:p w14:paraId="1AB42340" w14:textId="77777777" w:rsidR="00F262F0" w:rsidRDefault="00F262F0">
      <w:pPr>
        <w:pStyle w:val="Textodecomentrio"/>
        <w:rPr>
          <w:lang w:val="pt-BR"/>
        </w:rPr>
      </w:pPr>
      <w:r w:rsidRPr="00F262F0">
        <w:rPr>
          <w:lang w:val="pt-BR"/>
        </w:rPr>
        <w:t xml:space="preserve">Deve estar em </w:t>
      </w:r>
      <w:r w:rsidRPr="00F262F0">
        <w:rPr>
          <w:b/>
          <w:smallCaps/>
          <w:lang w:val="pt-BR"/>
        </w:rPr>
        <w:t>Versalete</w:t>
      </w:r>
      <w:r>
        <w:rPr>
          <w:lang w:val="pt-BR"/>
        </w:rPr>
        <w:t>.</w:t>
      </w:r>
    </w:p>
    <w:p w14:paraId="0BB9028E" w14:textId="77777777" w:rsidR="00F262F0" w:rsidRPr="00F262F0" w:rsidRDefault="00F262F0">
      <w:pPr>
        <w:pStyle w:val="Textodecomentrio"/>
        <w:rPr>
          <w:lang w:val="pt-BR"/>
        </w:rPr>
      </w:pPr>
      <w:r>
        <w:rPr>
          <w:lang w:val="pt-BR"/>
        </w:rPr>
        <w:t>Deve estar numerado, mas sem ponto entre o número e as palavras.</w:t>
      </w:r>
    </w:p>
  </w:comment>
  <w:comment w:id="8" w:author="Marcelo Simao de Vasconcellos" w:date="2016-05-02T15:41:00Z" w:initials="MSdV">
    <w:p w14:paraId="53A3ACD2" w14:textId="77777777" w:rsidR="00F262F0" w:rsidRDefault="00F262F0">
      <w:pPr>
        <w:pStyle w:val="Textodecomentrio"/>
      </w:pPr>
      <w:r>
        <w:rPr>
          <w:rStyle w:val="Refdecomentrio"/>
        </w:rPr>
        <w:annotationRef/>
      </w:r>
      <w:r>
        <w:t xml:space="preserve">Estilo: Body text (No Indent). </w:t>
      </w:r>
    </w:p>
    <w:p w14:paraId="4929C6B6" w14:textId="77777777" w:rsidR="00F262F0" w:rsidRPr="00F262F0" w:rsidRDefault="00F262F0">
      <w:pPr>
        <w:pStyle w:val="Textodecomentrio"/>
        <w:rPr>
          <w:lang w:val="pt-BR"/>
        </w:rPr>
      </w:pPr>
      <w:r w:rsidRPr="00F262F0">
        <w:rPr>
          <w:lang w:val="pt-BR"/>
        </w:rPr>
        <w:t>Depois de cada seção não deve haver entrada de par</w:t>
      </w:r>
      <w:r>
        <w:rPr>
          <w:lang w:val="pt-BR"/>
        </w:rPr>
        <w:t>ágrafo.</w:t>
      </w:r>
    </w:p>
  </w:comment>
  <w:comment w:id="9" w:author="Marcelo Simao de Vasconcellos" w:date="2016-05-02T15:50:00Z" w:initials="MSdV">
    <w:p w14:paraId="2D894177" w14:textId="3E52256C" w:rsidR="00477967" w:rsidRPr="00477967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477967">
        <w:rPr>
          <w:lang w:val="pt-BR"/>
        </w:rPr>
        <w:t>Citações bibliográficas vêm entre colchetes.</w:t>
      </w:r>
    </w:p>
  </w:comment>
  <w:comment w:id="10" w:author="Marcelo Simao de Vasconcellos" w:date="2016-05-02T15:45:00Z" w:initials="MSdV">
    <w:p w14:paraId="5BADD97C" w14:textId="23D3C45F" w:rsidR="00477967" w:rsidRPr="00477967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477967">
        <w:rPr>
          <w:lang w:val="pt-BR"/>
        </w:rPr>
        <w:t>Do segundo parágrafo de cada seç</w:t>
      </w:r>
      <w:r>
        <w:rPr>
          <w:lang w:val="pt-BR"/>
        </w:rPr>
        <w:t>ão em diante, usar entrada de parágrafo de 0,3 cm.</w:t>
      </w:r>
    </w:p>
  </w:comment>
  <w:comment w:id="11" w:author="Marcelo Simao de Vasconcellos" w:date="2016-05-02T15:51:00Z" w:initials="MSdV">
    <w:p w14:paraId="70727965" w14:textId="16521DFF" w:rsidR="00477967" w:rsidRPr="00477967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477967">
        <w:rPr>
          <w:lang w:val="pt-BR"/>
        </w:rPr>
        <w:t>No caso de citações de m</w:t>
      </w:r>
      <w:r>
        <w:rPr>
          <w:lang w:val="pt-BR"/>
        </w:rPr>
        <w:t>ais de um trabalho, não as agrupar em um mesmo par de colchetes. Cada uma deve estar individualmente entre colchetes</w:t>
      </w:r>
      <w:r w:rsidR="00ED4504">
        <w:rPr>
          <w:lang w:val="pt-BR"/>
        </w:rPr>
        <w:t>, sem espaço entre eles</w:t>
      </w:r>
      <w:r>
        <w:rPr>
          <w:lang w:val="pt-BR"/>
        </w:rPr>
        <w:t xml:space="preserve">. </w:t>
      </w:r>
    </w:p>
  </w:comment>
  <w:comment w:id="12" w:author="Marcelo Simao de Vasconcellos" w:date="2016-05-02T15:48:00Z" w:initials="MSdV">
    <w:p w14:paraId="26C4E0F6" w14:textId="77777777" w:rsidR="00477967" w:rsidRPr="00ED4504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ED4504">
        <w:rPr>
          <w:lang w:val="pt-BR"/>
        </w:rPr>
        <w:t>Estilo: Título 2</w:t>
      </w:r>
    </w:p>
    <w:p w14:paraId="742FB692" w14:textId="69F6F7A9" w:rsidR="00477967" w:rsidRPr="00477967" w:rsidRDefault="00477967">
      <w:pPr>
        <w:pStyle w:val="Textodecomentrio"/>
        <w:rPr>
          <w:lang w:val="pt-BR"/>
        </w:rPr>
      </w:pPr>
      <w:r>
        <w:rPr>
          <w:lang w:val="pt-BR"/>
        </w:rPr>
        <w:t>Deve estar numerado, mas sem ponto entre o número e as palavras.</w:t>
      </w:r>
    </w:p>
  </w:comment>
  <w:comment w:id="13" w:author="Marcelo Simao de Vasconcellos" w:date="2016-05-02T15:49:00Z" w:initials="MSdV">
    <w:p w14:paraId="4287F45F" w14:textId="177EC54A" w:rsidR="00477967" w:rsidRPr="00477967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477967">
        <w:rPr>
          <w:lang w:val="pt-BR"/>
        </w:rPr>
        <w:t>Legendas das imagens devem estar centralizada</w:t>
      </w:r>
      <w:r>
        <w:rPr>
          <w:lang w:val="pt-BR"/>
        </w:rPr>
        <w:t>s.</w:t>
      </w:r>
    </w:p>
  </w:comment>
  <w:comment w:id="14" w:author="Marcelo Simao de Vasconcellos" w:date="2016-05-02T15:49:00Z" w:initials="MSdV">
    <w:p w14:paraId="75635F54" w14:textId="04F19B07" w:rsidR="00477967" w:rsidRPr="00477967" w:rsidRDefault="00477967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477967">
        <w:rPr>
          <w:lang w:val="pt-BR"/>
        </w:rPr>
        <w:t>Fórmulas devem estar referenciadas</w:t>
      </w:r>
      <w:r w:rsidR="00156F26">
        <w:rPr>
          <w:lang w:val="pt-BR"/>
        </w:rPr>
        <w:t xml:space="preserve"> entre parênteses</w:t>
      </w:r>
      <w:r w:rsidRPr="00477967">
        <w:rPr>
          <w:lang w:val="pt-BR"/>
        </w:rPr>
        <w:t xml:space="preserve"> no texto</w:t>
      </w:r>
      <w:r w:rsidR="00156F26">
        <w:rPr>
          <w:lang w:val="pt-BR"/>
        </w:rPr>
        <w:t>,</w:t>
      </w:r>
      <w:r w:rsidRPr="00477967">
        <w:rPr>
          <w:lang w:val="pt-BR"/>
        </w:rPr>
        <w:t xml:space="preserve"> </w:t>
      </w:r>
      <w:r>
        <w:rPr>
          <w:lang w:val="pt-BR"/>
        </w:rPr>
        <w:t xml:space="preserve">perto de onde </w:t>
      </w:r>
      <w:r w:rsidR="00156F26">
        <w:rPr>
          <w:lang w:val="pt-BR"/>
        </w:rPr>
        <w:t>estão incluídas</w:t>
      </w:r>
      <w:r>
        <w:rPr>
          <w:lang w:val="pt-BR"/>
        </w:rPr>
        <w:t>.</w:t>
      </w:r>
    </w:p>
  </w:comment>
  <w:comment w:id="15" w:author="Marcelo Simao de Vasconcellos" w:date="2016-05-02T15:53:00Z" w:initials="MSdV">
    <w:p w14:paraId="6702BDFB" w14:textId="27937EF1" w:rsidR="00ED4504" w:rsidRPr="00ED4504" w:rsidRDefault="00ED4504" w:rsidP="00ED4504">
      <w:pPr>
        <w:pStyle w:val="Textodecomentrio"/>
        <w:rPr>
          <w:lang w:val="pt-BR"/>
        </w:rPr>
      </w:pPr>
      <w:bookmarkStart w:id="16" w:name="_GoBack"/>
      <w:r>
        <w:rPr>
          <w:rStyle w:val="Refdecomentrio"/>
        </w:rPr>
        <w:annotationRef/>
      </w:r>
      <w:r>
        <w:rPr>
          <w:lang w:val="pt-BR"/>
        </w:rPr>
        <w:t>Estilo: Título 3</w:t>
      </w:r>
    </w:p>
    <w:p w14:paraId="4F9DF9E5" w14:textId="6F3F33A7" w:rsidR="00ED4504" w:rsidRPr="00ED4504" w:rsidRDefault="00ED4504" w:rsidP="00ED4504">
      <w:pPr>
        <w:pStyle w:val="Textodecomentrio"/>
        <w:rPr>
          <w:lang w:val="pt-BR"/>
        </w:rPr>
      </w:pPr>
      <w:r>
        <w:rPr>
          <w:lang w:val="pt-BR"/>
        </w:rPr>
        <w:t>Deve estar numerado, mas sem ponto entre o número e as palavras.</w:t>
      </w:r>
    </w:p>
    <w:bookmarkEnd w:id="16"/>
  </w:comment>
  <w:comment w:id="17" w:author="Marcelo Simao de Vasconcellos" w:date="2016-05-02T15:53:00Z" w:initials="MSdV">
    <w:p w14:paraId="190D7C0D" w14:textId="550A36E8" w:rsidR="00ED4504" w:rsidRPr="00ED4504" w:rsidRDefault="00ED4504" w:rsidP="00ED4504">
      <w:pPr>
        <w:pStyle w:val="Textodecomentrio"/>
        <w:rPr>
          <w:lang w:val="pt-BR"/>
        </w:rPr>
      </w:pPr>
      <w:r>
        <w:rPr>
          <w:rStyle w:val="Refdecomentrio"/>
        </w:rPr>
        <w:annotationRef/>
      </w:r>
      <w:r w:rsidRPr="00ED4504">
        <w:rPr>
          <w:lang w:val="pt-BR"/>
        </w:rPr>
        <w:t xml:space="preserve">Estilo: </w:t>
      </w:r>
      <w:r>
        <w:rPr>
          <w:lang w:val="pt-BR"/>
        </w:rPr>
        <w:t>Reference Title</w:t>
      </w:r>
    </w:p>
    <w:p w14:paraId="6079A0D7" w14:textId="301218ED" w:rsidR="00ED4504" w:rsidRPr="00ED4504" w:rsidRDefault="00ED4504" w:rsidP="00ED4504">
      <w:pPr>
        <w:pStyle w:val="Textodecomentrio"/>
        <w:rPr>
          <w:lang w:val="pt-BR"/>
        </w:rPr>
      </w:pPr>
      <w:r>
        <w:rPr>
          <w:lang w:val="pt-BR"/>
        </w:rPr>
        <w:t>Não é numerado.</w:t>
      </w:r>
    </w:p>
  </w:comment>
  <w:comment w:id="19" w:author="Marcelo Simao de Vasconcellos" w:date="2016-05-02T15:54:00Z" w:initials="MSdV">
    <w:p w14:paraId="415309E0" w14:textId="4C6653E4" w:rsidR="00ED4504" w:rsidRDefault="00ED4504">
      <w:pPr>
        <w:pStyle w:val="Textodecomentrio"/>
      </w:pPr>
      <w:r>
        <w:rPr>
          <w:rStyle w:val="Refdecomentrio"/>
        </w:rPr>
        <w:annotationRef/>
      </w:r>
      <w:r>
        <w:t>Estilo: Reference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4E664E" w15:done="0"/>
  <w15:commentEx w15:paraId="6BB7A5E2" w15:done="0"/>
  <w15:commentEx w15:paraId="6FE76F6F" w15:done="0"/>
  <w15:commentEx w15:paraId="7F63D059" w15:done="0"/>
  <w15:commentEx w15:paraId="333CF346" w15:done="0"/>
  <w15:commentEx w15:paraId="6ED4E4B9" w15:done="0"/>
  <w15:commentEx w15:paraId="785770A2" w15:done="0"/>
  <w15:commentEx w15:paraId="0BB9028E" w15:done="0"/>
  <w15:commentEx w15:paraId="4929C6B6" w15:done="0"/>
  <w15:commentEx w15:paraId="2D894177" w15:done="0"/>
  <w15:commentEx w15:paraId="5BADD97C" w15:done="0"/>
  <w15:commentEx w15:paraId="70727965" w15:done="0"/>
  <w15:commentEx w15:paraId="742FB692" w15:done="0"/>
  <w15:commentEx w15:paraId="4287F45F" w15:done="0"/>
  <w15:commentEx w15:paraId="75635F54" w15:done="0"/>
  <w15:commentEx w15:paraId="4F9DF9E5" w15:done="0"/>
  <w15:commentEx w15:paraId="6079A0D7" w15:done="0"/>
  <w15:commentEx w15:paraId="415309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EBE0C" w14:textId="77777777" w:rsidR="008E4CB1" w:rsidRDefault="008E4CB1" w:rsidP="00AD1108">
      <w:r>
        <w:separator/>
      </w:r>
    </w:p>
  </w:endnote>
  <w:endnote w:type="continuationSeparator" w:id="0">
    <w:p w14:paraId="0C5FC8B5" w14:textId="77777777" w:rsidR="008E4CB1" w:rsidRDefault="008E4CB1" w:rsidP="00AD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77DD1" w14:textId="77777777" w:rsidR="008E4CB1" w:rsidRDefault="008E4CB1" w:rsidP="00AD1108">
      <w:r>
        <w:separator/>
      </w:r>
    </w:p>
  </w:footnote>
  <w:footnote w:type="continuationSeparator" w:id="0">
    <w:p w14:paraId="255A4E06" w14:textId="77777777" w:rsidR="008E4CB1" w:rsidRDefault="008E4CB1" w:rsidP="00AD1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64CCB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3523E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B0AAA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5601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AE5A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F82FA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BCDB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AA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04A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D42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0C0CF0"/>
    <w:multiLevelType w:val="multilevel"/>
    <w:tmpl w:val="FD5EB3C8"/>
    <w:lvl w:ilvl="0">
      <w:start w:val="1"/>
      <w:numFmt w:val="decimal"/>
      <w:pStyle w:val="Ttulo1"/>
      <w:lvlText w:val="%1"/>
      <w:lvlJc w:val="left"/>
      <w:pPr>
        <w:tabs>
          <w:tab w:val="num" w:pos="1425"/>
        </w:tabs>
        <w:ind w:left="1425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F10E6B"/>
    <w:multiLevelType w:val="multilevel"/>
    <w:tmpl w:val="90B4C954"/>
    <w:lvl w:ilvl="0">
      <w:start w:val="1"/>
      <w:numFmt w:val="decimal"/>
      <w:pStyle w:val="Legenda"/>
      <w:lvlText w:val="Table %1."/>
      <w:lvlJc w:val="left"/>
      <w:pPr>
        <w:tabs>
          <w:tab w:val="num" w:pos="1253"/>
        </w:tabs>
        <w:ind w:left="89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5"/>
        </w:tabs>
        <w:ind w:left="13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7"/>
        </w:tabs>
        <w:ind w:left="17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1"/>
        </w:tabs>
        <w:ind w:left="22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5"/>
        </w:tabs>
        <w:ind w:left="27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9"/>
        </w:tabs>
        <w:ind w:left="32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73"/>
        </w:tabs>
        <w:ind w:left="37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7"/>
        </w:tabs>
        <w:ind w:left="42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53"/>
        </w:tabs>
        <w:ind w:left="4853" w:hanging="1440"/>
      </w:pPr>
      <w:rPr>
        <w:rFonts w:hint="default"/>
      </w:rPr>
    </w:lvl>
  </w:abstractNum>
  <w:abstractNum w:abstractNumId="12">
    <w:nsid w:val="439E3747"/>
    <w:multiLevelType w:val="hybridMultilevel"/>
    <w:tmpl w:val="D3D420F8"/>
    <w:lvl w:ilvl="0" w:tplc="B3965238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281ECD"/>
    <w:multiLevelType w:val="multilevel"/>
    <w:tmpl w:val="38E0683C"/>
    <w:lvl w:ilvl="0">
      <w:start w:val="1"/>
      <w:numFmt w:val="decimal"/>
      <w:pStyle w:val="FigureCaption"/>
      <w:lvlText w:val="Figura %1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73"/>
        </w:tabs>
        <w:ind w:left="-173" w:firstLine="0"/>
      </w:pPr>
      <w:rPr>
        <w:rFonts w:hint="default"/>
      </w:rPr>
    </w:lvl>
  </w:abstractNum>
  <w:abstractNum w:abstractNumId="14">
    <w:nsid w:val="6D046F2C"/>
    <w:multiLevelType w:val="multilevel"/>
    <w:tmpl w:val="53E01760"/>
    <w:lvl w:ilvl="0">
      <w:start w:val="1"/>
      <w:numFmt w:val="decimal"/>
      <w:lvlText w:val="Figure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73"/>
        </w:tabs>
        <w:ind w:left="-173" w:firstLine="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  <w:num w:numId="1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elo Simao de Vasconcellos">
    <w15:presenceInfo w15:providerId="AD" w15:userId="S-1-5-21-3321270155-3579492920-1984810801-12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2F0"/>
    <w:rsid w:val="00156F26"/>
    <w:rsid w:val="0024372E"/>
    <w:rsid w:val="00246E5B"/>
    <w:rsid w:val="00444AF9"/>
    <w:rsid w:val="00477967"/>
    <w:rsid w:val="004A1F7B"/>
    <w:rsid w:val="004B4AE9"/>
    <w:rsid w:val="007946E6"/>
    <w:rsid w:val="008E4CB1"/>
    <w:rsid w:val="00902784"/>
    <w:rsid w:val="00922369"/>
    <w:rsid w:val="00AD1108"/>
    <w:rsid w:val="00BB2902"/>
    <w:rsid w:val="00C52E75"/>
    <w:rsid w:val="00ED4504"/>
    <w:rsid w:val="00F262F0"/>
    <w:rsid w:val="00FE5AC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C88AE5"/>
  <w15:chartTrackingRefBased/>
  <w15:docId w15:val="{3E7353AD-1745-4971-AAA1-B243D06E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firstLine="173"/>
      <w:jc w:val="both"/>
    </w:pPr>
    <w:rPr>
      <w:rFonts w:ascii="Times" w:hAnsi="Times"/>
      <w:sz w:val="18"/>
      <w:lang w:val="en-GB" w:eastAsia="en-US"/>
    </w:rPr>
  </w:style>
  <w:style w:type="paragraph" w:styleId="Ttulo1">
    <w:name w:val="heading 1"/>
    <w:basedOn w:val="Ttulo2"/>
    <w:next w:val="Normal"/>
    <w:qFormat/>
    <w:rsid w:val="00156F26"/>
    <w:pPr>
      <w:numPr>
        <w:ilvl w:val="0"/>
      </w:numPr>
      <w:tabs>
        <w:tab w:val="clear" w:pos="454"/>
        <w:tab w:val="left" w:pos="284"/>
      </w:tabs>
      <w:spacing w:after="80"/>
      <w:ind w:left="431" w:hanging="431"/>
      <w:outlineLvl w:val="0"/>
    </w:pPr>
    <w:rPr>
      <w:smallCaps/>
      <w:kern w:val="32"/>
    </w:rPr>
  </w:style>
  <w:style w:type="paragraph" w:styleId="Ttulo2">
    <w:name w:val="heading 2"/>
    <w:basedOn w:val="Normal"/>
    <w:next w:val="Normal"/>
    <w:autoRedefine/>
    <w:qFormat/>
    <w:rsid w:val="00D20C9D"/>
    <w:pPr>
      <w:keepNext/>
      <w:numPr>
        <w:ilvl w:val="1"/>
        <w:numId w:val="14"/>
      </w:numPr>
      <w:tabs>
        <w:tab w:val="clear" w:pos="576"/>
        <w:tab w:val="left" w:pos="454"/>
      </w:tabs>
      <w:spacing w:before="180" w:after="60" w:line="200" w:lineRule="exact"/>
      <w:outlineLvl w:val="1"/>
    </w:pPr>
    <w:rPr>
      <w:rFonts w:ascii="Helvetica" w:hAnsi="Helvetica"/>
      <w:b/>
      <w:lang w:val="en-US"/>
    </w:rPr>
  </w:style>
  <w:style w:type="paragraph" w:styleId="Ttulo3">
    <w:name w:val="heading 3"/>
    <w:basedOn w:val="Normal"/>
    <w:next w:val="Normal"/>
    <w:autoRedefine/>
    <w:qFormat/>
    <w:rsid w:val="00D20C9D"/>
    <w:pPr>
      <w:keepNext/>
      <w:numPr>
        <w:ilvl w:val="2"/>
        <w:numId w:val="14"/>
      </w:numPr>
      <w:tabs>
        <w:tab w:val="clear" w:pos="720"/>
        <w:tab w:val="left" w:pos="567"/>
      </w:tabs>
      <w:spacing w:before="140" w:after="60" w:line="200" w:lineRule="exact"/>
      <w:outlineLvl w:val="2"/>
    </w:pPr>
    <w:rPr>
      <w:rFonts w:ascii="Helvetica" w:hAnsi="Helvetica"/>
      <w:lang w:val="en-US"/>
    </w:rPr>
  </w:style>
  <w:style w:type="paragraph" w:styleId="Ttulo4">
    <w:name w:val="heading 4"/>
    <w:basedOn w:val="Normal"/>
    <w:next w:val="Normal"/>
    <w:autoRedefine/>
    <w:qFormat/>
    <w:rsid w:val="00D20C9D"/>
    <w:pPr>
      <w:keepNext/>
      <w:numPr>
        <w:ilvl w:val="3"/>
        <w:numId w:val="14"/>
      </w:numPr>
      <w:spacing w:before="240" w:after="60" w:line="200" w:lineRule="exact"/>
      <w:outlineLvl w:val="3"/>
    </w:pPr>
    <w:rPr>
      <w:rFonts w:ascii="Helvetica" w:hAnsi="Helvetica"/>
      <w:b/>
      <w:sz w:val="28"/>
      <w:lang w:val="en-US"/>
    </w:rPr>
  </w:style>
  <w:style w:type="paragraph" w:styleId="Ttulo5">
    <w:name w:val="heading 5"/>
    <w:basedOn w:val="Normal"/>
    <w:next w:val="Normal"/>
    <w:autoRedefine/>
    <w:qFormat/>
    <w:rsid w:val="00D20C9D"/>
    <w:pPr>
      <w:numPr>
        <w:ilvl w:val="4"/>
        <w:numId w:val="14"/>
      </w:numPr>
      <w:spacing w:before="240" w:after="60" w:line="200" w:lineRule="exact"/>
      <w:outlineLvl w:val="4"/>
    </w:pPr>
    <w:rPr>
      <w:rFonts w:ascii="Helvetica" w:hAnsi="Helvetica"/>
      <w:b/>
      <w:i/>
      <w:sz w:val="26"/>
      <w:lang w:val="en-US"/>
    </w:rPr>
  </w:style>
  <w:style w:type="paragraph" w:styleId="Ttulo6">
    <w:name w:val="heading 6"/>
    <w:basedOn w:val="Normal"/>
    <w:next w:val="Normal"/>
    <w:autoRedefine/>
    <w:qFormat/>
    <w:rsid w:val="00D20C9D"/>
    <w:pPr>
      <w:numPr>
        <w:ilvl w:val="5"/>
        <w:numId w:val="14"/>
      </w:numPr>
      <w:spacing w:before="240" w:after="60" w:line="200" w:lineRule="exact"/>
      <w:outlineLvl w:val="5"/>
    </w:pPr>
    <w:rPr>
      <w:rFonts w:ascii="Helvetica" w:hAnsi="Helvetica"/>
      <w:b/>
      <w:sz w:val="22"/>
      <w:lang w:val="en-US"/>
    </w:rPr>
  </w:style>
  <w:style w:type="paragraph" w:styleId="Ttulo7">
    <w:name w:val="heading 7"/>
    <w:basedOn w:val="Normal"/>
    <w:next w:val="Normal"/>
    <w:autoRedefine/>
    <w:qFormat/>
    <w:rsid w:val="00D20C9D"/>
    <w:pPr>
      <w:numPr>
        <w:ilvl w:val="6"/>
        <w:numId w:val="14"/>
      </w:numPr>
      <w:spacing w:before="240" w:after="60" w:line="200" w:lineRule="exact"/>
      <w:outlineLvl w:val="6"/>
    </w:pPr>
    <w:rPr>
      <w:rFonts w:ascii="Helvetica" w:hAnsi="Helvetica"/>
      <w:sz w:val="24"/>
      <w:lang w:val="en-US"/>
    </w:rPr>
  </w:style>
  <w:style w:type="paragraph" w:styleId="Ttulo8">
    <w:name w:val="heading 8"/>
    <w:basedOn w:val="Normal"/>
    <w:next w:val="Normal"/>
    <w:autoRedefine/>
    <w:qFormat/>
    <w:rsid w:val="00D20C9D"/>
    <w:pPr>
      <w:numPr>
        <w:ilvl w:val="7"/>
        <w:numId w:val="14"/>
      </w:numPr>
      <w:spacing w:before="240" w:after="60" w:line="200" w:lineRule="exact"/>
      <w:outlineLvl w:val="7"/>
    </w:pPr>
    <w:rPr>
      <w:rFonts w:ascii="Helvetica" w:hAnsi="Helvetica"/>
      <w:i/>
      <w:sz w:val="24"/>
      <w:lang w:val="en-US"/>
    </w:rPr>
  </w:style>
  <w:style w:type="paragraph" w:styleId="Ttulo9">
    <w:name w:val="heading 9"/>
    <w:basedOn w:val="Normal"/>
    <w:next w:val="Normal"/>
    <w:autoRedefine/>
    <w:qFormat/>
    <w:rsid w:val="00D20C9D"/>
    <w:pPr>
      <w:numPr>
        <w:ilvl w:val="8"/>
        <w:numId w:val="14"/>
      </w:numPr>
      <w:spacing w:before="240" w:after="60" w:line="200" w:lineRule="exact"/>
      <w:outlineLvl w:val="8"/>
    </w:pPr>
    <w:rPr>
      <w:rFonts w:ascii="Helvetica" w:hAnsi="Helvetica"/>
      <w:sz w:val="22"/>
      <w:lang w:val="en-US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D20C9D"/>
    <w:pPr>
      <w:spacing w:before="240" w:after="60" w:line="200" w:lineRule="exact"/>
      <w:jc w:val="center"/>
      <w:outlineLvl w:val="0"/>
    </w:pPr>
    <w:rPr>
      <w:rFonts w:ascii="Helvetica" w:hAnsi="Helvetica"/>
      <w:b/>
      <w:kern w:val="28"/>
      <w:sz w:val="29"/>
      <w:lang w:val="en-US"/>
    </w:rPr>
  </w:style>
  <w:style w:type="paragraph" w:styleId="MapadoDocumento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Legenda">
    <w:name w:val="caption"/>
    <w:aliases w:val="Table Caption"/>
    <w:basedOn w:val="Normal"/>
    <w:next w:val="Normal"/>
    <w:qFormat/>
    <w:rsid w:val="003F1A54"/>
    <w:pPr>
      <w:numPr>
        <w:numId w:val="13"/>
      </w:numPr>
      <w:spacing w:before="120" w:after="120" w:line="200" w:lineRule="exact"/>
      <w:jc w:val="center"/>
    </w:pPr>
    <w:rPr>
      <w:rFonts w:ascii="Helvetica" w:hAnsi="Helvetica"/>
      <w:sz w:val="16"/>
      <w:lang w:val="en-US"/>
    </w:rPr>
  </w:style>
  <w:style w:type="paragraph" w:customStyle="1" w:styleId="AuthorInformation">
    <w:name w:val="Author Information"/>
    <w:basedOn w:val="Normal"/>
    <w:rsid w:val="003F1A54"/>
    <w:pPr>
      <w:spacing w:before="120" w:after="80" w:line="200" w:lineRule="exact"/>
      <w:ind w:firstLine="176"/>
      <w:jc w:val="center"/>
    </w:pPr>
    <w:rPr>
      <w:rFonts w:ascii="Helvetica" w:hAnsi="Helvetica"/>
      <w:sz w:val="20"/>
      <w:lang w:val="en-US"/>
    </w:rPr>
  </w:style>
  <w:style w:type="paragraph" w:customStyle="1" w:styleId="Heading1NoNumber">
    <w:name w:val="Heading 1 No Number"/>
    <w:basedOn w:val="Ttulo1"/>
    <w:rsid w:val="00647B9F"/>
    <w:pPr>
      <w:numPr>
        <w:numId w:val="0"/>
      </w:numPr>
    </w:pPr>
    <w:rPr>
      <w:caps/>
    </w:rPr>
  </w:style>
  <w:style w:type="paragraph" w:customStyle="1" w:styleId="Body">
    <w:name w:val="Body"/>
    <w:basedOn w:val="Normal"/>
    <w:pPr>
      <w:autoSpaceDE w:val="0"/>
      <w:autoSpaceDN w:val="0"/>
      <w:adjustRightInd w:val="0"/>
      <w:spacing w:line="200" w:lineRule="exact"/>
      <w:ind w:firstLine="170"/>
    </w:pPr>
    <w:rPr>
      <w:lang w:val="en-US"/>
    </w:rPr>
  </w:style>
  <w:style w:type="paragraph" w:customStyle="1" w:styleId="Abstract">
    <w:name w:val="Abstract"/>
    <w:basedOn w:val="Ttulo1"/>
    <w:autoRedefine/>
    <w:rsid w:val="0024372E"/>
    <w:pPr>
      <w:numPr>
        <w:numId w:val="0"/>
      </w:numPr>
      <w:spacing w:before="0"/>
      <w:jc w:val="left"/>
    </w:pPr>
  </w:style>
  <w:style w:type="paragraph" w:customStyle="1" w:styleId="Reference">
    <w:name w:val="Reference"/>
    <w:basedOn w:val="Body"/>
    <w:pPr>
      <w:numPr>
        <w:numId w:val="2"/>
      </w:numPr>
    </w:pPr>
    <w:rPr>
      <w:sz w:val="16"/>
    </w:rPr>
  </w:style>
  <w:style w:type="paragraph" w:customStyle="1" w:styleId="FigureCaption">
    <w:name w:val="Figure Caption"/>
    <w:basedOn w:val="Legenda"/>
    <w:autoRedefine/>
    <w:rsid w:val="00246E5B"/>
    <w:pPr>
      <w:numPr>
        <w:numId w:val="1"/>
      </w:numPr>
    </w:pPr>
  </w:style>
  <w:style w:type="paragraph" w:customStyle="1" w:styleId="ReferenceTitle">
    <w:name w:val="Reference Title"/>
    <w:basedOn w:val="Ttulo1"/>
    <w:autoRedefine/>
    <w:pPr>
      <w:numPr>
        <w:numId w:val="0"/>
      </w:numPr>
      <w:jc w:val="left"/>
    </w:pPr>
  </w:style>
  <w:style w:type="paragraph" w:customStyle="1" w:styleId="BodyNoIndent">
    <w:name w:val="Body (No Indent)"/>
    <w:basedOn w:val="Body"/>
    <w:autoRedefine/>
    <w:rsid w:val="00276CF2"/>
    <w:pPr>
      <w:ind w:firstLine="0"/>
    </w:pPr>
  </w:style>
  <w:style w:type="paragraph" w:customStyle="1" w:styleId="Affiliation">
    <w:name w:val="Affiliation"/>
    <w:basedOn w:val="AuthorInformation"/>
    <w:qFormat/>
    <w:rsid w:val="00175BFF"/>
    <w:pPr>
      <w:spacing w:before="0"/>
    </w:pPr>
    <w:rPr>
      <w:sz w:val="16"/>
    </w:rPr>
  </w:style>
  <w:style w:type="paragraph" w:customStyle="1" w:styleId="IndexTerms">
    <w:name w:val="Index Terms"/>
    <w:basedOn w:val="Abstract"/>
    <w:qFormat/>
    <w:rsid w:val="00D467E8"/>
    <w:pPr>
      <w:jc w:val="both"/>
    </w:pPr>
    <w:rPr>
      <w:rFonts w:ascii="Times" w:hAnsi="Times"/>
      <w:b w:val="0"/>
      <w:smallCaps w:val="0"/>
      <w:kern w:val="24"/>
    </w:rPr>
  </w:style>
  <w:style w:type="paragraph" w:styleId="GradeMdia2">
    <w:name w:val="Medium Grid 2"/>
    <w:rsid w:val="00D53A65"/>
    <w:pPr>
      <w:ind w:firstLine="173"/>
      <w:jc w:val="both"/>
    </w:pPr>
    <w:rPr>
      <w:rFonts w:ascii="Times" w:hAnsi="Times"/>
      <w:sz w:val="18"/>
      <w:lang w:val="en-GB" w:eastAsia="en-US"/>
    </w:rPr>
  </w:style>
  <w:style w:type="paragraph" w:styleId="Cabealho">
    <w:name w:val="header"/>
    <w:basedOn w:val="Normal"/>
    <w:link w:val="CabealhoChar"/>
    <w:rsid w:val="00AD11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AD1108"/>
    <w:rPr>
      <w:rFonts w:ascii="Times" w:hAnsi="Times"/>
      <w:sz w:val="18"/>
      <w:lang w:val="en-GB" w:eastAsia="en-US"/>
    </w:rPr>
  </w:style>
  <w:style w:type="paragraph" w:styleId="Rodap">
    <w:name w:val="footer"/>
    <w:basedOn w:val="Normal"/>
    <w:link w:val="RodapChar"/>
    <w:rsid w:val="00AD110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AD1108"/>
    <w:rPr>
      <w:rFonts w:ascii="Times" w:hAnsi="Times"/>
      <w:sz w:val="18"/>
      <w:lang w:val="en-GB" w:eastAsia="en-US"/>
    </w:rPr>
  </w:style>
  <w:style w:type="table" w:styleId="Tabelacomgrade">
    <w:name w:val="Table Grid"/>
    <w:basedOn w:val="Tabelanormal"/>
    <w:rsid w:val="0024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F262F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262F0"/>
    <w:rPr>
      <w:sz w:val="20"/>
    </w:rPr>
  </w:style>
  <w:style w:type="character" w:customStyle="1" w:styleId="TextodecomentrioChar">
    <w:name w:val="Texto de comentário Char"/>
    <w:link w:val="Textodecomentrio"/>
    <w:rsid w:val="00F262F0"/>
    <w:rPr>
      <w:rFonts w:ascii="Times" w:hAnsi="Times"/>
      <w:lang w:val="en-GB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F262F0"/>
    <w:rPr>
      <w:b/>
      <w:bCs/>
    </w:rPr>
  </w:style>
  <w:style w:type="character" w:customStyle="1" w:styleId="AssuntodocomentrioChar">
    <w:name w:val="Assunto do comentário Char"/>
    <w:link w:val="Assuntodocomentrio"/>
    <w:rsid w:val="00F262F0"/>
    <w:rPr>
      <w:rFonts w:ascii="Times" w:hAnsi="Times"/>
      <w:b/>
      <w:bCs/>
      <w:lang w:val="en-GB" w:eastAsia="en-US"/>
    </w:rPr>
  </w:style>
  <w:style w:type="paragraph" w:styleId="Textodebalo">
    <w:name w:val="Balloon Text"/>
    <w:basedOn w:val="Normal"/>
    <w:link w:val="TextodebaloChar"/>
    <w:rsid w:val="00F262F0"/>
    <w:rPr>
      <w:rFonts w:ascii="Segoe UI" w:hAnsi="Segoe UI" w:cs="Segoe UI"/>
      <w:szCs w:val="18"/>
    </w:rPr>
  </w:style>
  <w:style w:type="character" w:customStyle="1" w:styleId="TextodebaloChar">
    <w:name w:val="Texto de balão Char"/>
    <w:link w:val="Textodebalo"/>
    <w:rsid w:val="00F262F0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elo.vasconcellos\Documents\Dropbox\Doutorado\Eventos\2016\SBGames2016\exemplos-latex\Modelo_SBGame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Modelo_SBGames.dot</Template>
  <TotalTime>187</TotalTime>
  <Pages>3</Pages>
  <Words>1624</Words>
  <Characters>8775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Illumination for Fun and Profit</vt:lpstr>
      <vt:lpstr>Global Illumination for Fun and Profit</vt:lpstr>
    </vt:vector>
  </TitlesOfParts>
  <Company>Home</Company>
  <LinksUpToDate>false</LinksUpToDate>
  <CharactersWithSpaces>10379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Illumination for Fun and Profit</dc:title>
  <dc:subject/>
  <dc:creator>Marcelo Simão de Vasconcellos</dc:creator>
  <cp:keywords/>
  <dc:description/>
  <cp:lastModifiedBy>Marcelo Simao de Vasconcellos</cp:lastModifiedBy>
  <cp:revision>3</cp:revision>
  <cp:lastPrinted>2012-01-18T01:39:00Z</cp:lastPrinted>
  <dcterms:created xsi:type="dcterms:W3CDTF">2016-05-02T15:51:00Z</dcterms:created>
  <dcterms:modified xsi:type="dcterms:W3CDTF">2016-05-02T18:58:00Z</dcterms:modified>
</cp:coreProperties>
</file>